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FDFB8" w14:textId="77777777" w:rsidR="006E5D65" w:rsidRPr="00540D74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Pr="00540D74">
        <w:rPr>
          <w:rFonts w:ascii="Corbel" w:hAnsi="Corbel"/>
          <w:b/>
          <w:bCs/>
          <w:sz w:val="24"/>
          <w:szCs w:val="24"/>
        </w:rPr>
        <w:tab/>
      </w:r>
      <w:r w:rsidR="00D8678B" w:rsidRPr="00540D7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40D74">
        <w:rPr>
          <w:rFonts w:ascii="Corbel" w:hAnsi="Corbel"/>
          <w:bCs/>
          <w:i/>
          <w:sz w:val="24"/>
          <w:szCs w:val="24"/>
        </w:rPr>
        <w:t>1.5</w:t>
      </w:r>
      <w:r w:rsidR="00D8678B" w:rsidRPr="00540D7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40D74">
        <w:rPr>
          <w:rFonts w:ascii="Corbel" w:hAnsi="Corbel"/>
          <w:bCs/>
          <w:i/>
          <w:sz w:val="24"/>
          <w:szCs w:val="24"/>
        </w:rPr>
        <w:t xml:space="preserve"> Rektora UR </w:t>
      </w:r>
      <w:r w:rsidRPr="00540D7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40D74">
        <w:rPr>
          <w:rFonts w:ascii="Corbel" w:hAnsi="Corbel"/>
          <w:bCs/>
          <w:i/>
          <w:sz w:val="24"/>
          <w:szCs w:val="24"/>
        </w:rPr>
        <w:t>12/2019</w:t>
      </w:r>
    </w:p>
    <w:p w14:paraId="79165681" w14:textId="77777777" w:rsidR="0085747A" w:rsidRPr="00540D7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40D74">
        <w:rPr>
          <w:rFonts w:ascii="Corbel" w:hAnsi="Corbel"/>
          <w:b/>
          <w:smallCaps/>
          <w:sz w:val="24"/>
          <w:szCs w:val="24"/>
        </w:rPr>
        <w:t>SYLABUS</w:t>
      </w:r>
    </w:p>
    <w:p w14:paraId="690189B3" w14:textId="77777777" w:rsidR="0085747A" w:rsidRPr="00540D74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540D7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540D74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7B0C8365" w14:textId="6229FDCE" w:rsidR="00445970" w:rsidRPr="00920BA2" w:rsidRDefault="002931FA" w:rsidP="002931F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20BA2">
        <w:rPr>
          <w:rFonts w:ascii="Corbel" w:hAnsi="Corbel"/>
          <w:sz w:val="20"/>
          <w:szCs w:val="20"/>
        </w:rPr>
        <w:t>Rok akademicki:</w:t>
      </w:r>
      <w:r w:rsidR="00445970" w:rsidRPr="00920BA2">
        <w:rPr>
          <w:rFonts w:ascii="Corbel" w:hAnsi="Corbel"/>
          <w:sz w:val="20"/>
          <w:szCs w:val="20"/>
        </w:rPr>
        <w:t xml:space="preserve"> </w:t>
      </w:r>
      <w:r w:rsidRPr="00920BA2">
        <w:rPr>
          <w:rFonts w:ascii="Corbel" w:hAnsi="Corbel"/>
          <w:sz w:val="20"/>
          <w:szCs w:val="20"/>
        </w:rPr>
        <w:t>2022/</w:t>
      </w:r>
      <w:r w:rsidR="004D6776">
        <w:rPr>
          <w:rFonts w:ascii="Corbel" w:hAnsi="Corbel"/>
          <w:sz w:val="20"/>
          <w:szCs w:val="20"/>
        </w:rPr>
        <w:t>20</w:t>
      </w:r>
      <w:r w:rsidR="006D3188" w:rsidRPr="00920BA2">
        <w:rPr>
          <w:rFonts w:ascii="Corbel" w:hAnsi="Corbel"/>
          <w:sz w:val="20"/>
          <w:szCs w:val="20"/>
        </w:rPr>
        <w:t>2</w:t>
      </w:r>
      <w:r w:rsidRPr="00920BA2">
        <w:rPr>
          <w:rFonts w:ascii="Corbel" w:hAnsi="Corbel"/>
          <w:sz w:val="20"/>
          <w:szCs w:val="20"/>
        </w:rPr>
        <w:t>3</w:t>
      </w:r>
    </w:p>
    <w:p w14:paraId="2A19C50F" w14:textId="77777777" w:rsidR="0085747A" w:rsidRPr="00540D7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9A498" w14:textId="77777777" w:rsidR="0085747A" w:rsidRPr="00540D7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40D74">
        <w:rPr>
          <w:rFonts w:ascii="Corbel" w:hAnsi="Corbel"/>
          <w:szCs w:val="24"/>
        </w:rPr>
        <w:t xml:space="preserve">1. </w:t>
      </w:r>
      <w:r w:rsidR="0085747A" w:rsidRPr="00540D74">
        <w:rPr>
          <w:rFonts w:ascii="Corbel" w:hAnsi="Corbel"/>
          <w:szCs w:val="24"/>
        </w:rPr>
        <w:t xml:space="preserve">Podstawowe </w:t>
      </w:r>
      <w:r w:rsidR="00445970" w:rsidRPr="00540D7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40D74" w14:paraId="5BDD8FA2" w14:textId="77777777" w:rsidTr="00B819C8">
        <w:tc>
          <w:tcPr>
            <w:tcW w:w="2694" w:type="dxa"/>
            <w:vAlign w:val="center"/>
          </w:tcPr>
          <w:p w14:paraId="3C1C3462" w14:textId="77777777" w:rsidR="0085747A" w:rsidRPr="00540D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12734A" w14:textId="77777777" w:rsidR="0085747A" w:rsidRPr="00540D74" w:rsidRDefault="009448BD" w:rsidP="009448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 xml:space="preserve">Marketing w gospodarce publicznej </w:t>
            </w:r>
            <w:r w:rsidR="005A24BF" w:rsidRPr="00540D7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540D74" w14:paraId="0E09BDBD" w14:textId="77777777" w:rsidTr="00B819C8">
        <w:tc>
          <w:tcPr>
            <w:tcW w:w="2694" w:type="dxa"/>
            <w:vAlign w:val="center"/>
          </w:tcPr>
          <w:p w14:paraId="5DDC2B11" w14:textId="77777777" w:rsidR="0085747A" w:rsidRPr="00540D7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40D7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6D169F" w14:textId="77777777" w:rsidR="0085747A" w:rsidRPr="00540D74" w:rsidRDefault="005A24BF" w:rsidP="002931F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540D74">
              <w:rPr>
                <w:rFonts w:ascii="Corbel" w:hAnsi="Corbel"/>
                <w:sz w:val="24"/>
                <w:szCs w:val="24"/>
              </w:rPr>
              <w:t>GRiL</w:t>
            </w:r>
            <w:proofErr w:type="spellEnd"/>
            <w:r w:rsidRPr="00540D74">
              <w:rPr>
                <w:rFonts w:ascii="Corbel" w:hAnsi="Corbel"/>
                <w:sz w:val="24"/>
                <w:szCs w:val="24"/>
              </w:rPr>
              <w:t>/C-1.6</w:t>
            </w:r>
            <w:r w:rsidR="009448BD" w:rsidRPr="00540D74">
              <w:rPr>
                <w:rFonts w:ascii="Corbel" w:hAnsi="Corbel"/>
                <w:sz w:val="24"/>
                <w:szCs w:val="24"/>
              </w:rPr>
              <w:t>b</w:t>
            </w:r>
          </w:p>
        </w:tc>
      </w:tr>
      <w:tr w:rsidR="0085747A" w:rsidRPr="00540D74" w14:paraId="707FB6AD" w14:textId="77777777" w:rsidTr="00B819C8">
        <w:tc>
          <w:tcPr>
            <w:tcW w:w="2694" w:type="dxa"/>
            <w:vAlign w:val="center"/>
          </w:tcPr>
          <w:p w14:paraId="26C0A552" w14:textId="77777777" w:rsidR="0085747A" w:rsidRPr="00540D7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N</w:t>
            </w:r>
            <w:r w:rsidR="0085747A" w:rsidRPr="00540D7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40D7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931454" w14:textId="77777777" w:rsidR="0085747A" w:rsidRPr="00540D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40D74" w14:paraId="1ED46F9C" w14:textId="77777777" w:rsidTr="00B819C8">
        <w:tc>
          <w:tcPr>
            <w:tcW w:w="2694" w:type="dxa"/>
            <w:vAlign w:val="center"/>
          </w:tcPr>
          <w:p w14:paraId="6E8FF4B8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AC2A03" w14:textId="77777777" w:rsidR="0085747A" w:rsidRPr="00540D74" w:rsidRDefault="00495D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540D74" w14:paraId="138D017F" w14:textId="77777777" w:rsidTr="00B819C8">
        <w:tc>
          <w:tcPr>
            <w:tcW w:w="2694" w:type="dxa"/>
            <w:vAlign w:val="center"/>
          </w:tcPr>
          <w:p w14:paraId="56CA8831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79572" w14:textId="77777777" w:rsidR="0085747A" w:rsidRPr="00540D74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540D74" w14:paraId="547A9CEC" w14:textId="77777777" w:rsidTr="00B819C8">
        <w:tc>
          <w:tcPr>
            <w:tcW w:w="2694" w:type="dxa"/>
            <w:vAlign w:val="center"/>
          </w:tcPr>
          <w:p w14:paraId="237F18C4" w14:textId="77777777" w:rsidR="0085747A" w:rsidRPr="00540D7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E5D072" w14:textId="77777777" w:rsidR="0085747A" w:rsidRPr="00540D74" w:rsidRDefault="002931FA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540D74" w14:paraId="389B903E" w14:textId="77777777" w:rsidTr="00B819C8">
        <w:tc>
          <w:tcPr>
            <w:tcW w:w="2694" w:type="dxa"/>
            <w:vAlign w:val="center"/>
          </w:tcPr>
          <w:p w14:paraId="7EE2FF12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60409C" w14:textId="77777777" w:rsidR="0085747A" w:rsidRPr="00540D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40D7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40D74" w14:paraId="4358D2F6" w14:textId="77777777" w:rsidTr="00B819C8">
        <w:tc>
          <w:tcPr>
            <w:tcW w:w="2694" w:type="dxa"/>
            <w:vAlign w:val="center"/>
          </w:tcPr>
          <w:p w14:paraId="42F95FC2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DB6905" w14:textId="77777777" w:rsidR="0085747A" w:rsidRPr="00540D74" w:rsidRDefault="0017512A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540D74" w14:paraId="5AA9EF9C" w14:textId="77777777" w:rsidTr="00B819C8">
        <w:tc>
          <w:tcPr>
            <w:tcW w:w="2694" w:type="dxa"/>
            <w:vAlign w:val="center"/>
          </w:tcPr>
          <w:p w14:paraId="41A201CE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40D74">
              <w:rPr>
                <w:rFonts w:ascii="Corbel" w:hAnsi="Corbel"/>
                <w:sz w:val="24"/>
                <w:szCs w:val="24"/>
              </w:rPr>
              <w:t>/y</w:t>
            </w:r>
            <w:r w:rsidRPr="00540D7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2C1EE3" w14:textId="77777777" w:rsidR="0085747A" w:rsidRPr="00540D74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540D74" w14:paraId="11B88037" w14:textId="77777777" w:rsidTr="00B819C8">
        <w:tc>
          <w:tcPr>
            <w:tcW w:w="2694" w:type="dxa"/>
            <w:vAlign w:val="center"/>
          </w:tcPr>
          <w:p w14:paraId="445A2B55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3D38CA" w14:textId="77777777" w:rsidR="0085747A" w:rsidRPr="00540D7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540D74" w14:paraId="47ACB01F" w14:textId="77777777" w:rsidTr="00B819C8">
        <w:tc>
          <w:tcPr>
            <w:tcW w:w="2694" w:type="dxa"/>
            <w:vAlign w:val="center"/>
          </w:tcPr>
          <w:p w14:paraId="6E1B87DB" w14:textId="77777777" w:rsidR="00923D7D" w:rsidRPr="00540D7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7E082" w14:textId="77777777" w:rsidR="00923D7D" w:rsidRPr="00540D74" w:rsidRDefault="00293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540D74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540D74" w14:paraId="59585F8C" w14:textId="77777777" w:rsidTr="00B819C8">
        <w:tc>
          <w:tcPr>
            <w:tcW w:w="2694" w:type="dxa"/>
            <w:vAlign w:val="center"/>
          </w:tcPr>
          <w:p w14:paraId="46ED6762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CA3F771" w14:textId="77777777" w:rsidR="0085747A" w:rsidRPr="00540D74" w:rsidRDefault="006D31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A24BF" w:rsidRPr="00540D74">
              <w:rPr>
                <w:rFonts w:ascii="Corbel" w:hAnsi="Corbel"/>
                <w:b w:val="0"/>
                <w:sz w:val="24"/>
                <w:szCs w:val="24"/>
              </w:rPr>
              <w:t>r hab. Wiesława Kuźniar, prof. UR</w:t>
            </w:r>
          </w:p>
        </w:tc>
      </w:tr>
      <w:tr w:rsidR="0085747A" w:rsidRPr="00540D74" w14:paraId="6149FCB6" w14:textId="77777777" w:rsidTr="00B819C8">
        <w:tc>
          <w:tcPr>
            <w:tcW w:w="2694" w:type="dxa"/>
            <w:vAlign w:val="center"/>
          </w:tcPr>
          <w:p w14:paraId="2E567239" w14:textId="77777777" w:rsidR="0085747A" w:rsidRPr="00540D7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568D1EB" w14:textId="77777777" w:rsidR="0085747A" w:rsidRPr="00540D74" w:rsidRDefault="002931FA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Marta Kawa, </w:t>
            </w:r>
            <w:r w:rsidR="005A24BF" w:rsidRPr="00540D74"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</w:tbl>
    <w:p w14:paraId="6E70B1DF" w14:textId="0649C1D4" w:rsidR="0085747A" w:rsidRPr="00540D7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 xml:space="preserve">* </w:t>
      </w:r>
      <w:r w:rsidRPr="00540D74">
        <w:rPr>
          <w:rFonts w:ascii="Corbel" w:hAnsi="Corbel"/>
          <w:i/>
          <w:sz w:val="24"/>
          <w:szCs w:val="24"/>
        </w:rPr>
        <w:t>-</w:t>
      </w:r>
      <w:r w:rsidR="00B90885" w:rsidRPr="00540D7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40D74">
        <w:rPr>
          <w:rFonts w:ascii="Corbel" w:hAnsi="Corbel"/>
          <w:b w:val="0"/>
          <w:sz w:val="24"/>
          <w:szCs w:val="24"/>
        </w:rPr>
        <w:t>e,</w:t>
      </w:r>
      <w:r w:rsidR="00920BA2">
        <w:rPr>
          <w:rFonts w:ascii="Corbel" w:hAnsi="Corbel"/>
          <w:b w:val="0"/>
          <w:sz w:val="24"/>
          <w:szCs w:val="24"/>
        </w:rPr>
        <w:t xml:space="preserve"> </w:t>
      </w:r>
      <w:r w:rsidRPr="00540D7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40D74">
        <w:rPr>
          <w:rFonts w:ascii="Corbel" w:hAnsi="Corbel"/>
          <w:b w:val="0"/>
          <w:i/>
          <w:sz w:val="24"/>
          <w:szCs w:val="24"/>
        </w:rPr>
        <w:t>w Jednostce</w:t>
      </w:r>
    </w:p>
    <w:p w14:paraId="7464BD75" w14:textId="77777777" w:rsidR="00923D7D" w:rsidRPr="00540D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C51EAC" w14:textId="77777777" w:rsidR="0085747A" w:rsidRPr="00540D7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>1.</w:t>
      </w:r>
      <w:r w:rsidR="00E22FBC" w:rsidRPr="00540D74">
        <w:rPr>
          <w:rFonts w:ascii="Corbel" w:hAnsi="Corbel"/>
          <w:sz w:val="24"/>
          <w:szCs w:val="24"/>
        </w:rPr>
        <w:t>1</w:t>
      </w:r>
      <w:r w:rsidRPr="00540D7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369F5A" w14:textId="77777777" w:rsidR="00923D7D" w:rsidRPr="00540D7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40D74" w14:paraId="4BCFBFA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04A2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Semestr</w:t>
            </w:r>
          </w:p>
          <w:p w14:paraId="389A7286" w14:textId="77777777" w:rsidR="00015B8F" w:rsidRPr="00540D7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(</w:t>
            </w:r>
            <w:r w:rsidR="00363F78" w:rsidRPr="00540D7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856F3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0D74">
              <w:rPr>
                <w:rFonts w:ascii="Corbel" w:hAnsi="Corbel"/>
                <w:szCs w:val="24"/>
              </w:rPr>
              <w:t>Wykł</w:t>
            </w:r>
            <w:proofErr w:type="spellEnd"/>
            <w:r w:rsidRPr="00540D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C5AB4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08E99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0D74">
              <w:rPr>
                <w:rFonts w:ascii="Corbel" w:hAnsi="Corbel"/>
                <w:szCs w:val="24"/>
              </w:rPr>
              <w:t>Konw</w:t>
            </w:r>
            <w:proofErr w:type="spellEnd"/>
            <w:r w:rsidRPr="00540D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49F1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6B88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0D74">
              <w:rPr>
                <w:rFonts w:ascii="Corbel" w:hAnsi="Corbel"/>
                <w:szCs w:val="24"/>
              </w:rPr>
              <w:t>Sem</w:t>
            </w:r>
            <w:proofErr w:type="spellEnd"/>
            <w:r w:rsidRPr="00540D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A1719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4F9FE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0D74">
              <w:rPr>
                <w:rFonts w:ascii="Corbel" w:hAnsi="Corbel"/>
                <w:szCs w:val="24"/>
              </w:rPr>
              <w:t>Prakt</w:t>
            </w:r>
            <w:proofErr w:type="spellEnd"/>
            <w:r w:rsidRPr="00540D7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4BEF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0D7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8CE51" w14:textId="77777777" w:rsidR="00015B8F" w:rsidRPr="00540D7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40D74">
              <w:rPr>
                <w:rFonts w:ascii="Corbel" w:hAnsi="Corbel"/>
                <w:b/>
                <w:szCs w:val="24"/>
              </w:rPr>
              <w:t>Liczba pkt</w:t>
            </w:r>
            <w:r w:rsidR="00B90885" w:rsidRPr="00540D74">
              <w:rPr>
                <w:rFonts w:ascii="Corbel" w:hAnsi="Corbel"/>
                <w:b/>
                <w:szCs w:val="24"/>
              </w:rPr>
              <w:t>.</w:t>
            </w:r>
            <w:r w:rsidRPr="00540D7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40D74" w14:paraId="6075EED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8B41" w14:textId="77777777" w:rsidR="00015B8F" w:rsidRPr="00540D74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41E9" w14:textId="77777777" w:rsidR="00015B8F" w:rsidRPr="00540D74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66E1" w14:textId="77777777" w:rsidR="00015B8F" w:rsidRPr="00540D74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9A68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6B5C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919E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5B7F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1623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386D" w14:textId="77777777" w:rsidR="00015B8F" w:rsidRPr="00540D7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5CE0" w14:textId="77777777" w:rsidR="00015B8F" w:rsidRPr="00540D74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57A1EB" w14:textId="77777777" w:rsidR="00923D7D" w:rsidRPr="00540D7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7EB6D9D" w14:textId="77777777" w:rsidR="0085747A" w:rsidRPr="00540D7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>1.</w:t>
      </w:r>
      <w:r w:rsidR="00E22FBC" w:rsidRPr="00540D74">
        <w:rPr>
          <w:rFonts w:ascii="Corbel" w:hAnsi="Corbel"/>
          <w:smallCaps w:val="0"/>
          <w:szCs w:val="24"/>
        </w:rPr>
        <w:t>2</w:t>
      </w:r>
      <w:r w:rsidR="00F83B28" w:rsidRPr="00540D74">
        <w:rPr>
          <w:rFonts w:ascii="Corbel" w:hAnsi="Corbel"/>
          <w:smallCaps w:val="0"/>
          <w:szCs w:val="24"/>
        </w:rPr>
        <w:t>.</w:t>
      </w:r>
      <w:r w:rsidR="00F83B28" w:rsidRPr="00540D74">
        <w:rPr>
          <w:rFonts w:ascii="Corbel" w:hAnsi="Corbel"/>
          <w:smallCaps w:val="0"/>
          <w:szCs w:val="24"/>
        </w:rPr>
        <w:tab/>
      </w:r>
      <w:r w:rsidRPr="00540D74">
        <w:rPr>
          <w:rFonts w:ascii="Corbel" w:hAnsi="Corbel"/>
          <w:smallCaps w:val="0"/>
          <w:szCs w:val="24"/>
        </w:rPr>
        <w:t xml:space="preserve">Sposób realizacji zajęć  </w:t>
      </w:r>
    </w:p>
    <w:p w14:paraId="2D6EA267" w14:textId="77777777" w:rsidR="00FE1CA3" w:rsidRDefault="00FE1CA3" w:rsidP="00FE1CA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8590391" w14:textId="77777777" w:rsidR="00FE1CA3" w:rsidRPr="00FE1CA3" w:rsidRDefault="00FE1CA3" w:rsidP="00FE1CA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E1CA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E1CA3">
        <w:rPr>
          <w:rStyle w:val="normaltextrun"/>
          <w:rFonts w:ascii="Corbel" w:hAnsi="Corbel" w:cs="Segoe UI"/>
          <w:smallCaps w:val="0"/>
          <w:szCs w:val="24"/>
        </w:rPr>
        <w:t> </w:t>
      </w:r>
      <w:r w:rsidRPr="00FE1CA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E1CA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08B6EA75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4D2D45" w14:textId="77777777" w:rsidR="00E22FBC" w:rsidRPr="00540D7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1.3 </w:t>
      </w:r>
      <w:r w:rsidR="00F83B28" w:rsidRPr="00540D74">
        <w:rPr>
          <w:rFonts w:ascii="Corbel" w:hAnsi="Corbel"/>
          <w:smallCaps w:val="0"/>
          <w:szCs w:val="24"/>
        </w:rPr>
        <w:tab/>
      </w:r>
      <w:r w:rsidRPr="00540D74">
        <w:rPr>
          <w:rFonts w:ascii="Corbel" w:hAnsi="Corbel"/>
          <w:smallCaps w:val="0"/>
          <w:szCs w:val="24"/>
        </w:rPr>
        <w:t>For</w:t>
      </w:r>
      <w:r w:rsidR="00445970" w:rsidRPr="00540D74">
        <w:rPr>
          <w:rFonts w:ascii="Corbel" w:hAnsi="Corbel"/>
          <w:smallCaps w:val="0"/>
          <w:szCs w:val="24"/>
        </w:rPr>
        <w:t xml:space="preserve">ma zaliczenia przedmiotu </w:t>
      </w:r>
      <w:r w:rsidRPr="00540D74">
        <w:rPr>
          <w:rFonts w:ascii="Corbel" w:hAnsi="Corbel"/>
          <w:smallCaps w:val="0"/>
          <w:szCs w:val="24"/>
        </w:rPr>
        <w:t xml:space="preserve"> (z toku) </w:t>
      </w:r>
      <w:r w:rsidRPr="00540D7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CE94B1" w14:textId="4FB3F41D" w:rsidR="009C54AE" w:rsidRPr="009B2449" w:rsidRDefault="009B244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B2449">
        <w:rPr>
          <w:rFonts w:ascii="Corbel" w:hAnsi="Corbel"/>
          <w:b w:val="0"/>
          <w:smallCaps w:val="0"/>
          <w:szCs w:val="24"/>
        </w:rPr>
        <w:t>Egzamin</w:t>
      </w:r>
    </w:p>
    <w:p w14:paraId="45A8E2D0" w14:textId="77777777" w:rsidR="009B2449" w:rsidRPr="00540D74" w:rsidRDefault="009B244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B4867" w14:textId="77777777" w:rsidR="00E960BB" w:rsidRPr="00540D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40D7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40D74" w14:paraId="0C5EB460" w14:textId="77777777" w:rsidTr="00745302">
        <w:tc>
          <w:tcPr>
            <w:tcW w:w="9670" w:type="dxa"/>
          </w:tcPr>
          <w:p w14:paraId="46858C28" w14:textId="77777777" w:rsidR="0085747A" w:rsidRPr="00540D74" w:rsidRDefault="005A24BF" w:rsidP="002931F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 marketingu i </w:t>
            </w:r>
            <w:r w:rsidR="009448BD"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teorii gospodarki publicznej</w:t>
            </w:r>
          </w:p>
        </w:tc>
      </w:tr>
    </w:tbl>
    <w:p w14:paraId="283A722F" w14:textId="77777777" w:rsidR="00153C41" w:rsidRPr="00540D7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3B4E76" w14:textId="77777777" w:rsidR="0085747A" w:rsidRPr="00540D7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40D74">
        <w:rPr>
          <w:rFonts w:ascii="Corbel" w:hAnsi="Corbel"/>
          <w:szCs w:val="24"/>
        </w:rPr>
        <w:t>3.</w:t>
      </w:r>
      <w:r w:rsidR="00A84C85" w:rsidRPr="00540D74">
        <w:rPr>
          <w:rFonts w:ascii="Corbel" w:hAnsi="Corbel"/>
          <w:szCs w:val="24"/>
        </w:rPr>
        <w:t>cele, efekty uczenia się</w:t>
      </w:r>
      <w:r w:rsidR="0085747A" w:rsidRPr="00540D74">
        <w:rPr>
          <w:rFonts w:ascii="Corbel" w:hAnsi="Corbel"/>
          <w:szCs w:val="24"/>
        </w:rPr>
        <w:t xml:space="preserve"> , treści Programowe i stosowane metody Dydaktyczne</w:t>
      </w:r>
    </w:p>
    <w:p w14:paraId="2F3DF975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97C941" w14:textId="77777777" w:rsidR="0085747A" w:rsidRPr="00540D7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 xml:space="preserve">3.1 </w:t>
      </w:r>
      <w:r w:rsidR="00C05F44" w:rsidRPr="00540D74">
        <w:rPr>
          <w:rFonts w:ascii="Corbel" w:hAnsi="Corbel"/>
          <w:sz w:val="24"/>
          <w:szCs w:val="24"/>
        </w:rPr>
        <w:t>Cele przedmiotu</w:t>
      </w:r>
    </w:p>
    <w:p w14:paraId="1510B4F5" w14:textId="77777777" w:rsidR="00F83B28" w:rsidRPr="00540D7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40D74" w14:paraId="305E2FF4" w14:textId="77777777" w:rsidTr="00923D7D">
        <w:tc>
          <w:tcPr>
            <w:tcW w:w="851" w:type="dxa"/>
            <w:vAlign w:val="center"/>
          </w:tcPr>
          <w:p w14:paraId="3CFAD5AC" w14:textId="77777777" w:rsidR="0085747A" w:rsidRPr="00540D7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DE409F0" w14:textId="77777777" w:rsidR="0085747A" w:rsidRPr="00540D74" w:rsidRDefault="00AF3E0A" w:rsidP="00AF3E0A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40D7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Przekazanie wiedzy z zakresu istoty i możliwości  stosowania zasad i instrumentów  marketingu w gospodarce publicznej,</w:t>
            </w:r>
          </w:p>
        </w:tc>
      </w:tr>
      <w:tr w:rsidR="0085747A" w:rsidRPr="00540D74" w14:paraId="2868F1C9" w14:textId="77777777" w:rsidTr="00923D7D">
        <w:tc>
          <w:tcPr>
            <w:tcW w:w="851" w:type="dxa"/>
            <w:vAlign w:val="center"/>
          </w:tcPr>
          <w:p w14:paraId="28626F8B" w14:textId="77777777" w:rsidR="0085747A" w:rsidRPr="00540D74" w:rsidRDefault="00AF3E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35E0169" w14:textId="77777777" w:rsidR="0085747A" w:rsidRPr="00540D74" w:rsidRDefault="00AF3E0A" w:rsidP="00AF3E0A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40D7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ze strategicznymi i organizacyjnymi aspektami  marketingu  w jednostce publicznej</w:t>
            </w:r>
          </w:p>
        </w:tc>
      </w:tr>
      <w:tr w:rsidR="0085747A" w:rsidRPr="00540D74" w14:paraId="7EFDD746" w14:textId="77777777" w:rsidTr="00923D7D">
        <w:tc>
          <w:tcPr>
            <w:tcW w:w="851" w:type="dxa"/>
            <w:vAlign w:val="center"/>
          </w:tcPr>
          <w:p w14:paraId="5D108149" w14:textId="77777777" w:rsidR="0085747A" w:rsidRPr="00540D7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F3E0A" w:rsidRPr="00540D7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D3CC27B" w14:textId="77777777" w:rsidR="0085747A" w:rsidRPr="00540D74" w:rsidRDefault="00AF3E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Wypracowanie umiejętności  tworzenia koncepcji  wizerunkowej jednostki sektora publicznego</w:t>
            </w:r>
          </w:p>
        </w:tc>
      </w:tr>
      <w:tr w:rsidR="00AF3E0A" w:rsidRPr="00540D74" w14:paraId="3F226054" w14:textId="77777777" w:rsidTr="00923D7D">
        <w:tc>
          <w:tcPr>
            <w:tcW w:w="851" w:type="dxa"/>
            <w:vAlign w:val="center"/>
          </w:tcPr>
          <w:p w14:paraId="6B389C87" w14:textId="77777777" w:rsidR="00AF3E0A" w:rsidRPr="00540D74" w:rsidRDefault="00AF3E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5D9C9DF" w14:textId="77777777" w:rsidR="00AF3E0A" w:rsidRPr="00540D74" w:rsidRDefault="00AF3E0A" w:rsidP="00AF3E0A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40D7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  <w:tr w:rsidR="00AF3E0A" w:rsidRPr="00540D74" w14:paraId="3DED6394" w14:textId="77777777" w:rsidTr="00923D7D">
        <w:tc>
          <w:tcPr>
            <w:tcW w:w="851" w:type="dxa"/>
            <w:vAlign w:val="center"/>
          </w:tcPr>
          <w:p w14:paraId="24D65B25" w14:textId="77777777" w:rsidR="00AF3E0A" w:rsidRPr="00540D74" w:rsidRDefault="00AF3E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0D7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73721B" w14:textId="77777777" w:rsidR="00AF3E0A" w:rsidRPr="00540D74" w:rsidRDefault="00AF3E0A" w:rsidP="00AF3E0A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540D74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Przygotowanie studentów do samodzielnej pracy zespołowej</w:t>
            </w:r>
          </w:p>
        </w:tc>
      </w:tr>
    </w:tbl>
    <w:p w14:paraId="57120293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F9AB20" w14:textId="77777777" w:rsidR="001D7B54" w:rsidRPr="00540D7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b/>
          <w:sz w:val="24"/>
          <w:szCs w:val="24"/>
        </w:rPr>
        <w:t xml:space="preserve">3.2 </w:t>
      </w:r>
      <w:r w:rsidR="001D7B54" w:rsidRPr="00540D74">
        <w:rPr>
          <w:rFonts w:ascii="Corbel" w:hAnsi="Corbel"/>
          <w:b/>
          <w:sz w:val="24"/>
          <w:szCs w:val="24"/>
        </w:rPr>
        <w:t xml:space="preserve">Efekty </w:t>
      </w:r>
      <w:r w:rsidR="00C05F44" w:rsidRPr="00540D7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40D74">
        <w:rPr>
          <w:rFonts w:ascii="Corbel" w:hAnsi="Corbel"/>
          <w:b/>
          <w:sz w:val="24"/>
          <w:szCs w:val="24"/>
        </w:rPr>
        <w:t>dla przedmiotu</w:t>
      </w:r>
    </w:p>
    <w:p w14:paraId="4D26CFC7" w14:textId="77777777" w:rsidR="001D7B54" w:rsidRPr="00540D7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40D74" w14:paraId="11459DA6" w14:textId="77777777" w:rsidTr="0071620A">
        <w:tc>
          <w:tcPr>
            <w:tcW w:w="1701" w:type="dxa"/>
            <w:vAlign w:val="center"/>
          </w:tcPr>
          <w:p w14:paraId="64FDE75F" w14:textId="77777777" w:rsidR="0085747A" w:rsidRPr="00540D7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40D7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40D7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BA21ECB" w14:textId="77777777" w:rsidR="0085747A" w:rsidRPr="00540D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584588C" w14:textId="77777777" w:rsidR="0085747A" w:rsidRPr="00540D7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40D7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40D74" w14:paraId="44FC1E1B" w14:textId="77777777" w:rsidTr="005E6E85">
        <w:tc>
          <w:tcPr>
            <w:tcW w:w="1701" w:type="dxa"/>
          </w:tcPr>
          <w:p w14:paraId="36BD91EB" w14:textId="77777777" w:rsidR="0085747A" w:rsidRPr="002931FA" w:rsidRDefault="00AF3E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2931F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193A915" w14:textId="77777777" w:rsidR="0085747A" w:rsidRPr="00540D74" w:rsidRDefault="006D3188" w:rsidP="002931FA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540D74">
              <w:rPr>
                <w:rFonts w:ascii="Corbel" w:hAnsi="Corbel"/>
                <w:color w:val="auto"/>
              </w:rPr>
              <w:t>zna i rozumi</w:t>
            </w:r>
            <w:r w:rsidR="002931FA">
              <w:rPr>
                <w:rFonts w:ascii="Corbel" w:hAnsi="Corbel"/>
                <w:color w:val="auto"/>
              </w:rPr>
              <w:t xml:space="preserve">e podstawowe pojęcia z zakresu </w:t>
            </w:r>
            <w:r w:rsidRPr="00540D74">
              <w:rPr>
                <w:rFonts w:ascii="Corbel" w:hAnsi="Corbel"/>
                <w:color w:val="auto"/>
              </w:rPr>
              <w:t xml:space="preserve">marketingu w gospodarce publicznej, jego założenia i cele, a także  identyfikuje koncepcje teoretyczne z zakresu </w:t>
            </w:r>
            <w:r w:rsidR="002931FA">
              <w:rPr>
                <w:rFonts w:ascii="Corbel" w:hAnsi="Corbel"/>
                <w:color w:val="auto"/>
              </w:rPr>
              <w:t>ekonomii  oraz nauk pokrewnych,</w:t>
            </w:r>
            <w:r w:rsidRPr="00540D74">
              <w:rPr>
                <w:rFonts w:ascii="Corbel" w:hAnsi="Corbel"/>
                <w:color w:val="auto"/>
              </w:rPr>
              <w:t xml:space="preserve"> na jakich ten marketing bazuje </w:t>
            </w:r>
          </w:p>
        </w:tc>
        <w:tc>
          <w:tcPr>
            <w:tcW w:w="1873" w:type="dxa"/>
          </w:tcPr>
          <w:p w14:paraId="38CA53C2" w14:textId="77777777" w:rsidR="0085747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540D74" w14:paraId="42FECFF6" w14:textId="77777777" w:rsidTr="005E6E85">
        <w:tc>
          <w:tcPr>
            <w:tcW w:w="1701" w:type="dxa"/>
          </w:tcPr>
          <w:p w14:paraId="171BC97A" w14:textId="77777777" w:rsidR="0085747A" w:rsidRPr="002931FA" w:rsidRDefault="0085747A" w:rsidP="00293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00D14BB" w14:textId="77777777" w:rsidR="0085747A" w:rsidRPr="00540D74" w:rsidRDefault="006D3188" w:rsidP="002931F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zna i rozumie fundamentalne</w:t>
            </w:r>
            <w:r w:rsidR="002931FA">
              <w:rPr>
                <w:rFonts w:ascii="Corbel" w:hAnsi="Corbel"/>
                <w:sz w:val="24"/>
                <w:szCs w:val="24"/>
              </w:rPr>
              <w:t xml:space="preserve"> dylematy współczesnego rozwoju</w:t>
            </w:r>
            <w:r w:rsidRPr="00540D74">
              <w:rPr>
                <w:rFonts w:ascii="Corbel" w:hAnsi="Corbel"/>
                <w:sz w:val="24"/>
                <w:szCs w:val="24"/>
              </w:rPr>
              <w:t xml:space="preserve"> podmiotów publicznych, ich relacji z otoczeniem oraz oddziaływania na nie przez instrumenty marketingowe </w:t>
            </w:r>
          </w:p>
        </w:tc>
        <w:tc>
          <w:tcPr>
            <w:tcW w:w="1873" w:type="dxa"/>
          </w:tcPr>
          <w:p w14:paraId="30E10162" w14:textId="77777777" w:rsidR="0085747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K_W08</w:t>
            </w:r>
          </w:p>
        </w:tc>
      </w:tr>
      <w:tr w:rsidR="0085747A" w:rsidRPr="00540D74" w14:paraId="3B498541" w14:textId="77777777" w:rsidTr="005E6E85">
        <w:tc>
          <w:tcPr>
            <w:tcW w:w="1701" w:type="dxa"/>
          </w:tcPr>
          <w:p w14:paraId="447CF585" w14:textId="77777777" w:rsidR="0085747A" w:rsidRPr="002931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3E0A" w:rsidRPr="002931F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8E3D167" w14:textId="77777777" w:rsidR="0085747A" w:rsidRPr="00540D74" w:rsidRDefault="006D3188" w:rsidP="002931FA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540D74">
              <w:rPr>
                <w:rFonts w:ascii="Corbel" w:hAnsi="Corbel"/>
                <w:color w:val="auto"/>
              </w:rPr>
              <w:t>potrafi  analizować zjawiska i procesy  marketingowe  związane z działalnością podmiotów publicznych, ich uwarunkowania i determinanty.</w:t>
            </w:r>
          </w:p>
        </w:tc>
        <w:tc>
          <w:tcPr>
            <w:tcW w:w="1873" w:type="dxa"/>
          </w:tcPr>
          <w:p w14:paraId="26E506FB" w14:textId="77777777" w:rsidR="0085747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AF3E0A" w:rsidRPr="00540D74" w14:paraId="6234BE24" w14:textId="77777777" w:rsidTr="005E6E85">
        <w:tc>
          <w:tcPr>
            <w:tcW w:w="1701" w:type="dxa"/>
          </w:tcPr>
          <w:p w14:paraId="0E89DFB0" w14:textId="77777777" w:rsidR="00AF3E0A" w:rsidRPr="002931FA" w:rsidRDefault="00AF3E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A572AF1" w14:textId="77777777" w:rsidR="00AF3E0A" w:rsidRPr="00540D74" w:rsidRDefault="006D3188" w:rsidP="002931FA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540D74">
              <w:rPr>
                <w:rFonts w:ascii="Corbel" w:hAnsi="Corbel"/>
                <w:color w:val="auto"/>
              </w:rPr>
              <w:t>potrafi  pozyskiwać i analizować dane dotyczące  zachowań podmiotów  publicznych w celu opracowania strategii marketingowej dla wybranej jednostki publicznej,  projektować zadania badawcze   oraz  proponować  instrumenty marketingowego oddziaływania na  interesariuszy, prezentując  swe  rezultaty   poprzez prace pisemne,  wystąpienia ustne,  jak też prezentacje  z wykorzystaniem technik multimedialnych.</w:t>
            </w:r>
          </w:p>
        </w:tc>
        <w:tc>
          <w:tcPr>
            <w:tcW w:w="1873" w:type="dxa"/>
          </w:tcPr>
          <w:p w14:paraId="5D174EBE" w14:textId="77777777" w:rsidR="00AF3E0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</w:t>
            </w:r>
            <w:r w:rsidR="002931FA">
              <w:rPr>
                <w:rFonts w:ascii="Corbel" w:hAnsi="Corbel"/>
                <w:b w:val="0"/>
                <w:szCs w:val="24"/>
              </w:rPr>
              <w:t>_U03</w:t>
            </w:r>
            <w:r w:rsidRPr="00540D74">
              <w:rPr>
                <w:rFonts w:ascii="Corbel" w:hAnsi="Corbel"/>
                <w:b w:val="0"/>
                <w:szCs w:val="24"/>
              </w:rPr>
              <w:t xml:space="preserve"> </w:t>
            </w:r>
            <w:r w:rsidR="002931FA">
              <w:rPr>
                <w:rFonts w:ascii="Corbel" w:hAnsi="Corbel"/>
                <w:b w:val="0"/>
                <w:szCs w:val="24"/>
              </w:rPr>
              <w:br/>
            </w:r>
            <w:r w:rsidRPr="00540D74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AF3E0A" w:rsidRPr="00540D74" w14:paraId="19D202EC" w14:textId="77777777" w:rsidTr="005E6E85">
        <w:tc>
          <w:tcPr>
            <w:tcW w:w="1701" w:type="dxa"/>
          </w:tcPr>
          <w:p w14:paraId="1C6F533B" w14:textId="77777777" w:rsidR="00AF3E0A" w:rsidRPr="002931FA" w:rsidRDefault="00AF3E0A" w:rsidP="00293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5D8C457" w14:textId="77777777" w:rsidR="00AF3E0A" w:rsidRPr="00540D74" w:rsidRDefault="006D3188" w:rsidP="002931FA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interdyscyplinarnym.</w:t>
            </w:r>
          </w:p>
        </w:tc>
        <w:tc>
          <w:tcPr>
            <w:tcW w:w="1873" w:type="dxa"/>
          </w:tcPr>
          <w:p w14:paraId="17F12981" w14:textId="77777777" w:rsidR="00AF3E0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AF3E0A" w:rsidRPr="00540D74" w14:paraId="1E875E00" w14:textId="77777777" w:rsidTr="005E6E85">
        <w:tc>
          <w:tcPr>
            <w:tcW w:w="1701" w:type="dxa"/>
          </w:tcPr>
          <w:p w14:paraId="28C6CF08" w14:textId="77777777" w:rsidR="00AF3E0A" w:rsidRPr="002931FA" w:rsidRDefault="00AF3E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D3188" w:rsidRPr="002931F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E0141B1" w14:textId="77777777" w:rsidR="00AF3E0A" w:rsidRPr="00540D74" w:rsidRDefault="006D3188" w:rsidP="002931FA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540D74">
              <w:rPr>
                <w:rFonts w:ascii="Corbel" w:hAnsi="Corbel"/>
                <w:color w:val="auto"/>
              </w:rPr>
              <w:t>jest gotów do wypełniania zobowiązań społecznych, współorganizowania działalności na rzecz środowiska społecznego poprzez uczestniczenie w przygotowaniu projektów  związanych z orientacją społeczną podmiotów publicznych</w:t>
            </w:r>
          </w:p>
        </w:tc>
        <w:tc>
          <w:tcPr>
            <w:tcW w:w="1873" w:type="dxa"/>
          </w:tcPr>
          <w:p w14:paraId="414210B2" w14:textId="77777777" w:rsidR="00AF3E0A" w:rsidRPr="00540D74" w:rsidRDefault="006D3188" w:rsidP="00920B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A2DD79A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51239" w14:textId="77777777" w:rsidR="0085747A" w:rsidRPr="00540D7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40D74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540D74">
        <w:rPr>
          <w:rFonts w:ascii="Corbel" w:hAnsi="Corbel"/>
          <w:b/>
          <w:sz w:val="24"/>
          <w:szCs w:val="24"/>
        </w:rPr>
        <w:t>T</w:t>
      </w:r>
      <w:r w:rsidR="001D7B54" w:rsidRPr="00540D74">
        <w:rPr>
          <w:rFonts w:ascii="Corbel" w:hAnsi="Corbel"/>
          <w:b/>
          <w:sz w:val="24"/>
          <w:szCs w:val="24"/>
        </w:rPr>
        <w:t xml:space="preserve">reści programowe </w:t>
      </w:r>
    </w:p>
    <w:p w14:paraId="4C890865" w14:textId="77777777" w:rsidR="0085747A" w:rsidRPr="00540D7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 xml:space="preserve">Problematyka wykładu </w:t>
      </w:r>
    </w:p>
    <w:p w14:paraId="4013F5EA" w14:textId="77777777" w:rsidR="00675843" w:rsidRPr="00540D7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40D74" w14:paraId="6E735A49" w14:textId="77777777" w:rsidTr="00923D7D">
        <w:tc>
          <w:tcPr>
            <w:tcW w:w="9639" w:type="dxa"/>
          </w:tcPr>
          <w:p w14:paraId="58CDE913" w14:textId="77777777" w:rsidR="0085747A" w:rsidRPr="00540D7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40D74" w14:paraId="7601C80B" w14:textId="77777777" w:rsidTr="00923D7D">
        <w:tc>
          <w:tcPr>
            <w:tcW w:w="9639" w:type="dxa"/>
          </w:tcPr>
          <w:p w14:paraId="5A5BA14C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Pojęcie, przedmiot i specyfika marketingu w działalności publicznej</w:t>
            </w:r>
          </w:p>
          <w:p w14:paraId="0847C757" w14:textId="77777777" w:rsidR="006D3188" w:rsidRPr="00540D74" w:rsidRDefault="006D3188" w:rsidP="006D31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Obszary zastosowania marketingu publicznego</w:t>
            </w:r>
          </w:p>
          <w:p w14:paraId="44B70935" w14:textId="77777777" w:rsidR="006D3188" w:rsidRPr="00540D74" w:rsidRDefault="006D3188" w:rsidP="006D318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Funkcje, rodzaje i formy marketingu publicznego</w:t>
            </w:r>
          </w:p>
          <w:p w14:paraId="3CE8FD5D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Potrzeby publiczne i metody ich badania, techniki badawcze</w:t>
            </w:r>
          </w:p>
          <w:p w14:paraId="514C9AB9" w14:textId="77777777" w:rsidR="006D3188" w:rsidRPr="00540D74" w:rsidRDefault="006D3188" w:rsidP="006D318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540D74">
              <w:rPr>
                <w:rFonts w:ascii="Corbel" w:hAnsi="Corbel"/>
                <w:bCs/>
                <w:sz w:val="24"/>
                <w:szCs w:val="24"/>
              </w:rPr>
              <w:t xml:space="preserve">Segmentacja rynku usług </w:t>
            </w:r>
            <w:proofErr w:type="spellStart"/>
            <w:r w:rsidRPr="00540D74">
              <w:rPr>
                <w:rFonts w:ascii="Corbel" w:hAnsi="Corbel"/>
                <w:bCs/>
                <w:sz w:val="24"/>
                <w:szCs w:val="24"/>
              </w:rPr>
              <w:t>publicznychOtoczenie</w:t>
            </w:r>
            <w:proofErr w:type="spellEnd"/>
            <w:r w:rsidRPr="00540D74">
              <w:rPr>
                <w:rFonts w:ascii="Corbel" w:hAnsi="Corbel"/>
                <w:bCs/>
                <w:sz w:val="24"/>
                <w:szCs w:val="24"/>
              </w:rPr>
              <w:t xml:space="preserve"> jednostek publicznych, misja, cele</w:t>
            </w:r>
          </w:p>
          <w:p w14:paraId="02D87F0E" w14:textId="77777777" w:rsidR="006D3188" w:rsidRPr="00540D74" w:rsidRDefault="006D3188" w:rsidP="006D318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540D74">
              <w:rPr>
                <w:rFonts w:ascii="Corbel" w:hAnsi="Corbel"/>
                <w:bCs/>
                <w:sz w:val="24"/>
                <w:szCs w:val="24"/>
              </w:rPr>
              <w:t>Znaczenie marketingu personalnego w działalności publicznej</w:t>
            </w:r>
          </w:p>
          <w:p w14:paraId="468EF961" w14:textId="77777777" w:rsidR="0085747A" w:rsidRPr="00540D74" w:rsidRDefault="006D3188" w:rsidP="006D318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bCs/>
                <w:sz w:val="24"/>
                <w:szCs w:val="24"/>
              </w:rPr>
              <w:t>Znaczenie marketingu interakcyjnego i partnerskiego w działalności publicznej</w:t>
            </w:r>
          </w:p>
        </w:tc>
      </w:tr>
    </w:tbl>
    <w:p w14:paraId="3D643B9E" w14:textId="77777777" w:rsidR="0085747A" w:rsidRPr="00540D7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4FEC59" w14:textId="77777777" w:rsidR="0085747A" w:rsidRPr="00540D7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40D7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40D74">
        <w:rPr>
          <w:rFonts w:ascii="Corbel" w:hAnsi="Corbel"/>
          <w:sz w:val="24"/>
          <w:szCs w:val="24"/>
        </w:rPr>
        <w:t xml:space="preserve">, </w:t>
      </w:r>
      <w:r w:rsidRPr="00540D74">
        <w:rPr>
          <w:rFonts w:ascii="Corbel" w:hAnsi="Corbel"/>
          <w:sz w:val="24"/>
          <w:szCs w:val="24"/>
        </w:rPr>
        <w:t xml:space="preserve">zajęć praktycznych </w:t>
      </w:r>
    </w:p>
    <w:p w14:paraId="1A2AE4E8" w14:textId="77777777" w:rsidR="0085747A" w:rsidRPr="00540D7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40D74" w14:paraId="5A0A5806" w14:textId="77777777" w:rsidTr="00923D7D">
        <w:tc>
          <w:tcPr>
            <w:tcW w:w="9639" w:type="dxa"/>
          </w:tcPr>
          <w:p w14:paraId="7A9C5233" w14:textId="77777777" w:rsidR="0085747A" w:rsidRPr="00540D7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40D74" w14:paraId="30BAEA87" w14:textId="77777777" w:rsidTr="00923D7D">
        <w:tc>
          <w:tcPr>
            <w:tcW w:w="9639" w:type="dxa"/>
          </w:tcPr>
          <w:p w14:paraId="59DFD4CA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Strategiczne założenia marketingu w działalności publicznej – na przykładach</w:t>
            </w:r>
          </w:p>
          <w:p w14:paraId="7AF337D3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Dobro publiczne jako produkt marketingowy – na przykładach</w:t>
            </w:r>
          </w:p>
          <w:p w14:paraId="5FB18FD0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Polityka cenowa i dystrybucyjna produktów publicznych – na przykładach </w:t>
            </w:r>
          </w:p>
          <w:p w14:paraId="39E709A3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Promocja i public relations w obszarze produktów publicznych – na przykładach</w:t>
            </w:r>
          </w:p>
          <w:p w14:paraId="6F697B58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Praktyczne aspekty marketingu w  gospodarce publicznej - studium przypadku</w:t>
            </w:r>
          </w:p>
          <w:p w14:paraId="3CADC399" w14:textId="77777777" w:rsidR="006D3188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Tworzenie kampanii wizerunkowej wybranego podmiotu ze sfery gospodarki  publicznej : określenie adresatów i celów, projektowanie struktury marketingowej produktu, dobór instrumentów i działań promocyjnych, kalkulacja budżetu promocyjnego, określenie metod kontroli</w:t>
            </w:r>
          </w:p>
          <w:p w14:paraId="71359C52" w14:textId="77777777" w:rsidR="0085747A" w:rsidRPr="00540D74" w:rsidRDefault="006D3188" w:rsidP="006D318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Prezentacja opracowanej strategii marketingowej – dyskusja i wnioski</w:t>
            </w:r>
          </w:p>
        </w:tc>
      </w:tr>
    </w:tbl>
    <w:p w14:paraId="0DC416E3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AEADC6" w14:textId="77777777" w:rsidR="0085747A" w:rsidRPr="00540D7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>3.4 Metody dydaktyczne</w:t>
      </w:r>
    </w:p>
    <w:p w14:paraId="664D5E51" w14:textId="77777777" w:rsidR="00E21E7D" w:rsidRPr="00540D74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1283E04" w14:textId="77777777" w:rsidR="00153C41" w:rsidRPr="00540D7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40D74">
        <w:rPr>
          <w:rFonts w:ascii="Corbel" w:hAnsi="Corbel"/>
          <w:b w:val="0"/>
          <w:smallCaps w:val="0"/>
          <w:szCs w:val="24"/>
        </w:rPr>
        <w:t>W</w:t>
      </w:r>
      <w:r w:rsidR="0085747A" w:rsidRPr="00540D74">
        <w:rPr>
          <w:rFonts w:ascii="Corbel" w:hAnsi="Corbel"/>
          <w:b w:val="0"/>
          <w:smallCaps w:val="0"/>
          <w:szCs w:val="24"/>
        </w:rPr>
        <w:t>ykład</w:t>
      </w:r>
      <w:r w:rsidRPr="00540D74">
        <w:rPr>
          <w:rFonts w:ascii="Corbel" w:hAnsi="Corbel"/>
          <w:b w:val="0"/>
          <w:smallCaps w:val="0"/>
          <w:szCs w:val="24"/>
        </w:rPr>
        <w:t xml:space="preserve">: </w:t>
      </w:r>
      <w:r w:rsidR="0085747A" w:rsidRPr="00540D74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40D74">
        <w:rPr>
          <w:rFonts w:ascii="Corbel" w:hAnsi="Corbel"/>
          <w:b w:val="0"/>
          <w:smallCaps w:val="0"/>
          <w:szCs w:val="24"/>
        </w:rPr>
        <w:t>,</w:t>
      </w:r>
      <w:r w:rsidR="0085747A" w:rsidRPr="00540D74">
        <w:rPr>
          <w:rFonts w:ascii="Corbel" w:hAnsi="Corbel"/>
          <w:b w:val="0"/>
          <w:smallCaps w:val="0"/>
          <w:szCs w:val="24"/>
        </w:rPr>
        <w:t xml:space="preserve"> metody kształcenia na odległość </w:t>
      </w:r>
    </w:p>
    <w:p w14:paraId="3FDFEB35" w14:textId="569DA620" w:rsidR="00153C41" w:rsidRPr="002931F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trike/>
          <w:color w:val="FF0000"/>
          <w:szCs w:val="24"/>
        </w:rPr>
      </w:pPr>
      <w:r w:rsidRPr="00540D74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540D74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40D74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40D74">
        <w:rPr>
          <w:rFonts w:ascii="Corbel" w:hAnsi="Corbel"/>
          <w:b w:val="0"/>
          <w:smallCaps w:val="0"/>
          <w:szCs w:val="24"/>
        </w:rPr>
        <w:t xml:space="preserve"> projekt badawczy</w:t>
      </w:r>
      <w:r w:rsidR="0071620A" w:rsidRPr="00540D74">
        <w:rPr>
          <w:rFonts w:ascii="Corbel" w:hAnsi="Corbel"/>
          <w:b w:val="0"/>
          <w:smallCaps w:val="0"/>
          <w:szCs w:val="24"/>
        </w:rPr>
        <w:t>,</w:t>
      </w:r>
      <w:r w:rsidR="001718A7" w:rsidRPr="00540D74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540D74">
        <w:rPr>
          <w:rFonts w:ascii="Corbel" w:hAnsi="Corbel"/>
          <w:b w:val="0"/>
          <w:smallCaps w:val="0"/>
          <w:szCs w:val="24"/>
        </w:rPr>
        <w:t>grupach</w:t>
      </w:r>
      <w:r w:rsidR="0085747A" w:rsidRPr="002931FA">
        <w:rPr>
          <w:rFonts w:ascii="Corbel" w:hAnsi="Corbel"/>
          <w:b w:val="0"/>
          <w:smallCaps w:val="0"/>
          <w:strike/>
          <w:color w:val="FF0000"/>
          <w:szCs w:val="24"/>
        </w:rPr>
        <w:t xml:space="preserve"> </w:t>
      </w:r>
    </w:p>
    <w:p w14:paraId="0C4F1C3C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FAE451" w14:textId="77777777" w:rsidR="0085747A" w:rsidRPr="00540D7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4. </w:t>
      </w:r>
      <w:r w:rsidR="0085747A" w:rsidRPr="00540D74">
        <w:rPr>
          <w:rFonts w:ascii="Corbel" w:hAnsi="Corbel"/>
          <w:smallCaps w:val="0"/>
          <w:szCs w:val="24"/>
        </w:rPr>
        <w:t>METODY I KRYTERIA OCENY</w:t>
      </w:r>
    </w:p>
    <w:p w14:paraId="2115CBF2" w14:textId="77777777" w:rsidR="00923D7D" w:rsidRPr="00540D7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3DD88E" w14:textId="77777777" w:rsidR="0085747A" w:rsidRPr="00540D7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40D74">
        <w:rPr>
          <w:rFonts w:ascii="Corbel" w:hAnsi="Corbel"/>
          <w:smallCaps w:val="0"/>
          <w:szCs w:val="24"/>
        </w:rPr>
        <w:t>uczenia się</w:t>
      </w:r>
    </w:p>
    <w:p w14:paraId="4BA9B107" w14:textId="77777777" w:rsidR="003A78D1" w:rsidRPr="00540D74" w:rsidRDefault="003A78D1" w:rsidP="003A78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A78D1" w:rsidRPr="00540D74" w14:paraId="668E6CEB" w14:textId="77777777" w:rsidTr="00472C6B">
        <w:tc>
          <w:tcPr>
            <w:tcW w:w="1985" w:type="dxa"/>
            <w:vAlign w:val="center"/>
          </w:tcPr>
          <w:p w14:paraId="47F93388" w14:textId="77777777" w:rsidR="003A78D1" w:rsidRPr="00540D74" w:rsidRDefault="003A78D1" w:rsidP="00472C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E3AC804" w14:textId="77777777" w:rsidR="003A78D1" w:rsidRPr="00540D74" w:rsidRDefault="003A78D1" w:rsidP="00293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70181299" w14:textId="77777777" w:rsidR="003A78D1" w:rsidRPr="00540D74" w:rsidRDefault="003A78D1" w:rsidP="00293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A78D1" w:rsidRPr="00540D74" w14:paraId="27F4A82A" w14:textId="77777777" w:rsidTr="00472C6B">
        <w:tc>
          <w:tcPr>
            <w:tcW w:w="1985" w:type="dxa"/>
          </w:tcPr>
          <w:p w14:paraId="00F55E99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40D7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40D7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03AC449" w14:textId="6B666B80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98900E8" w14:textId="002FBA13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A78D1" w:rsidRPr="00540D74" w14:paraId="5E3B7A52" w14:textId="77777777" w:rsidTr="00472C6B">
        <w:tc>
          <w:tcPr>
            <w:tcW w:w="1985" w:type="dxa"/>
          </w:tcPr>
          <w:p w14:paraId="6FE40B9A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A9E0391" w14:textId="637D01A1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egzamin pisemny</w:t>
            </w:r>
          </w:p>
        </w:tc>
        <w:tc>
          <w:tcPr>
            <w:tcW w:w="2126" w:type="dxa"/>
          </w:tcPr>
          <w:p w14:paraId="3AFB8574" w14:textId="1DA33F5E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3A78D1" w:rsidRPr="00540D74" w14:paraId="3719E9BD" w14:textId="77777777" w:rsidTr="00472C6B">
        <w:tc>
          <w:tcPr>
            <w:tcW w:w="1985" w:type="dxa"/>
          </w:tcPr>
          <w:p w14:paraId="2AD08B0F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D738E2D" w14:textId="4330E2DB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sprawozdanie</w:t>
            </w:r>
          </w:p>
        </w:tc>
        <w:tc>
          <w:tcPr>
            <w:tcW w:w="2126" w:type="dxa"/>
          </w:tcPr>
          <w:p w14:paraId="75221203" w14:textId="36A45EFF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A78D1" w:rsidRPr="00540D74" w14:paraId="2CF812C5" w14:textId="77777777" w:rsidTr="00472C6B">
        <w:tc>
          <w:tcPr>
            <w:tcW w:w="1985" w:type="dxa"/>
          </w:tcPr>
          <w:p w14:paraId="7828B9D2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D6D960A" w14:textId="73771861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 obserwacja w trakcie zajęć, sprawozdanie</w:t>
            </w:r>
          </w:p>
        </w:tc>
        <w:tc>
          <w:tcPr>
            <w:tcW w:w="2126" w:type="dxa"/>
          </w:tcPr>
          <w:p w14:paraId="0021D514" w14:textId="03B7AB87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A78D1" w:rsidRPr="00540D74" w14:paraId="2C325A07" w14:textId="77777777" w:rsidTr="00472C6B">
        <w:tc>
          <w:tcPr>
            <w:tcW w:w="1985" w:type="dxa"/>
          </w:tcPr>
          <w:p w14:paraId="43F4D361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225E00DD" w14:textId="746F0702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 obserwacja w trakcie zajęć,</w:t>
            </w:r>
          </w:p>
        </w:tc>
        <w:tc>
          <w:tcPr>
            <w:tcW w:w="2126" w:type="dxa"/>
          </w:tcPr>
          <w:p w14:paraId="0B53E2D9" w14:textId="04F7F363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A78D1" w:rsidRPr="00540D74" w14:paraId="789DF133" w14:textId="77777777" w:rsidTr="00472C6B">
        <w:tc>
          <w:tcPr>
            <w:tcW w:w="1985" w:type="dxa"/>
          </w:tcPr>
          <w:p w14:paraId="22B4850D" w14:textId="77777777" w:rsidR="003A78D1" w:rsidRPr="00540D74" w:rsidRDefault="003A78D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02611AA5" w14:textId="4BCE7921" w:rsidR="003A78D1" w:rsidRPr="00540D74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 obserwacja w trakcie zajęć,</w:t>
            </w:r>
          </w:p>
        </w:tc>
        <w:tc>
          <w:tcPr>
            <w:tcW w:w="2126" w:type="dxa"/>
          </w:tcPr>
          <w:p w14:paraId="6247D407" w14:textId="500C38A0" w:rsidR="003A78D1" w:rsidRPr="002931FA" w:rsidRDefault="00FE1CA3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31F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E3B2E82" w14:textId="77777777" w:rsidR="003A78D1" w:rsidRPr="00540D74" w:rsidRDefault="003A78D1" w:rsidP="003A78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40A2B" w14:textId="77777777" w:rsidR="003A78D1" w:rsidRPr="00540D74" w:rsidRDefault="003A78D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1B6DE66" w14:textId="77777777" w:rsidR="0085747A" w:rsidRPr="00540D7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540D74">
        <w:rPr>
          <w:rFonts w:ascii="Corbel" w:hAnsi="Corbel"/>
          <w:smallCaps w:val="0"/>
          <w:szCs w:val="24"/>
        </w:rPr>
        <w:t>Warunki zaliczenia przedmiotu (kryteria oceniania)</w:t>
      </w:r>
    </w:p>
    <w:p w14:paraId="1F7ED389" w14:textId="77777777" w:rsidR="00923D7D" w:rsidRPr="00540D7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40D74" w14:paraId="25AD8CDE" w14:textId="77777777" w:rsidTr="467158E2">
        <w:tc>
          <w:tcPr>
            <w:tcW w:w="9670" w:type="dxa"/>
          </w:tcPr>
          <w:p w14:paraId="75807EBA" w14:textId="5FC692EC" w:rsidR="00836166" w:rsidRDefault="00836166" w:rsidP="467158E2">
            <w:pPr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67158E2">
              <w:rPr>
                <w:rFonts w:ascii="Corbel" w:hAnsi="Corbel"/>
                <w:sz w:val="24"/>
                <w:szCs w:val="24"/>
              </w:rPr>
              <w:t>Przedmiot kończy się egzaminem w formie pisemnej (test z pytaniami zamkniętymi jednokrotnego wyboru i półotwartymi), weryfikujący  wiedzę teoretyczną  oraz  umiejętności   jej zastosowania w praktycznych przykładach</w:t>
            </w:r>
            <w:r w:rsidR="56280BB9" w:rsidRPr="467158E2">
              <w:rPr>
                <w:rFonts w:ascii="Corbel" w:hAnsi="Corbel"/>
                <w:sz w:val="24"/>
                <w:szCs w:val="24"/>
              </w:rPr>
              <w:t xml:space="preserve">. </w:t>
            </w:r>
            <w:r w:rsidR="56280BB9" w:rsidRPr="467158E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Warunkiem pozytywnej oceny jest uzyskanie minimum 51% możliwych punktów).</w:t>
            </w:r>
          </w:p>
          <w:p w14:paraId="319B1626" w14:textId="77777777" w:rsidR="0085747A" w:rsidRPr="00540D74" w:rsidRDefault="00836166" w:rsidP="0004571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Warunkiem zaliczenia ćwiczeń jest   aktywność w czasie ćwiczeń i udział w dyskusji (30%), opracowanie projektu grupowego i jego prezentacja (70%).</w:t>
            </w:r>
          </w:p>
        </w:tc>
      </w:tr>
    </w:tbl>
    <w:p w14:paraId="0E01EB0E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39B8" w14:textId="77777777" w:rsidR="009F4610" w:rsidRPr="00540D7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40D74">
        <w:rPr>
          <w:rFonts w:ascii="Corbel" w:hAnsi="Corbel"/>
          <w:b/>
          <w:sz w:val="24"/>
          <w:szCs w:val="24"/>
        </w:rPr>
        <w:t xml:space="preserve">5. </w:t>
      </w:r>
      <w:r w:rsidR="00C61DC5" w:rsidRPr="00540D7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A4C8A" w14:textId="77777777" w:rsidR="0085747A" w:rsidRPr="00540D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40D74" w14:paraId="731739E3" w14:textId="77777777" w:rsidTr="003E1941">
        <w:tc>
          <w:tcPr>
            <w:tcW w:w="4962" w:type="dxa"/>
            <w:vAlign w:val="center"/>
          </w:tcPr>
          <w:p w14:paraId="51873E59" w14:textId="77777777" w:rsidR="0085747A" w:rsidRPr="00540D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40D7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40D7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C6FAB9B" w14:textId="78FAF7BB" w:rsidR="0085747A" w:rsidRPr="00540D7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40D7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0BA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40D7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40D74" w14:paraId="4EBD1D97" w14:textId="77777777" w:rsidTr="00923D7D">
        <w:tc>
          <w:tcPr>
            <w:tcW w:w="4962" w:type="dxa"/>
          </w:tcPr>
          <w:p w14:paraId="5D14BED6" w14:textId="77777777" w:rsidR="0085747A" w:rsidRPr="00540D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G</w:t>
            </w:r>
            <w:r w:rsidR="0085747A" w:rsidRPr="00540D7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40D7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40D7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40D7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40D7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40D7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40D7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FE9FDDE" w14:textId="77777777" w:rsidR="0085747A" w:rsidRPr="00540D74" w:rsidRDefault="005A24BF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540D74" w14:paraId="06BB8503" w14:textId="77777777" w:rsidTr="00923D7D">
        <w:tc>
          <w:tcPr>
            <w:tcW w:w="4962" w:type="dxa"/>
          </w:tcPr>
          <w:p w14:paraId="48251215" w14:textId="77777777" w:rsidR="00C61DC5" w:rsidRPr="00540D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40D7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337C81" w14:textId="77777777" w:rsidR="00C61DC5" w:rsidRPr="00540D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F3C48A4" w14:textId="77777777" w:rsidR="00C61DC5" w:rsidRPr="00540D74" w:rsidRDefault="005A24BF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540D74" w14:paraId="6C868605" w14:textId="77777777" w:rsidTr="00923D7D">
        <w:tc>
          <w:tcPr>
            <w:tcW w:w="4962" w:type="dxa"/>
          </w:tcPr>
          <w:p w14:paraId="62EA77DD" w14:textId="77777777" w:rsidR="0071620A" w:rsidRPr="00540D7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40D7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40D7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A24BF" w:rsidRPr="00540D74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580546D4" w14:textId="77777777" w:rsidR="005A24BF" w:rsidRPr="00540D74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540D74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D7B2248" w14:textId="77777777" w:rsidR="005A24BF" w:rsidRPr="00540D74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- przygotowanie projektu,</w:t>
            </w:r>
          </w:p>
          <w:p w14:paraId="57DF1A3E" w14:textId="77777777" w:rsidR="005A24BF" w:rsidRPr="00540D74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- przygotowanie prezentacji i końcowego sprawozdania </w:t>
            </w:r>
          </w:p>
          <w:p w14:paraId="24FEA08E" w14:textId="77777777" w:rsidR="00C61DC5" w:rsidRPr="00540D74" w:rsidRDefault="005A24BF" w:rsidP="005A2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540D74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</w:tc>
        <w:tc>
          <w:tcPr>
            <w:tcW w:w="4677" w:type="dxa"/>
          </w:tcPr>
          <w:p w14:paraId="57622DDE" w14:textId="77777777" w:rsidR="00001CF9" w:rsidRPr="00540D74" w:rsidRDefault="0004571D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540D74" w14:paraId="5A030074" w14:textId="77777777" w:rsidTr="00923D7D">
        <w:tc>
          <w:tcPr>
            <w:tcW w:w="4962" w:type="dxa"/>
          </w:tcPr>
          <w:p w14:paraId="7FD06EFD" w14:textId="77777777" w:rsidR="0085747A" w:rsidRPr="00540D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A3EE5CE" w14:textId="77777777" w:rsidR="0085747A" w:rsidRPr="00540D74" w:rsidRDefault="00001CF9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540D74" w14:paraId="6D479B82" w14:textId="77777777" w:rsidTr="00923D7D">
        <w:tc>
          <w:tcPr>
            <w:tcW w:w="4962" w:type="dxa"/>
          </w:tcPr>
          <w:p w14:paraId="40353C48" w14:textId="77777777" w:rsidR="0085747A" w:rsidRPr="00540D7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40D7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565D56" w14:textId="77777777" w:rsidR="0085747A" w:rsidRPr="00540D74" w:rsidRDefault="00001CF9" w:rsidP="000457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40D7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F25C050" w14:textId="77777777" w:rsidR="0085747A" w:rsidRPr="00540D7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40D7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40D7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4FA118" w14:textId="77777777" w:rsidR="003E1941" w:rsidRPr="00540D7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E3DC15" w14:textId="77777777" w:rsidR="0085747A" w:rsidRPr="00540D7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6. </w:t>
      </w:r>
      <w:r w:rsidR="0085747A" w:rsidRPr="00540D74">
        <w:rPr>
          <w:rFonts w:ascii="Corbel" w:hAnsi="Corbel"/>
          <w:smallCaps w:val="0"/>
          <w:szCs w:val="24"/>
        </w:rPr>
        <w:t>PRAKTYKI ZAWO</w:t>
      </w:r>
      <w:r w:rsidR="009D3F3B" w:rsidRPr="00540D74">
        <w:rPr>
          <w:rFonts w:ascii="Corbel" w:hAnsi="Corbel"/>
          <w:smallCaps w:val="0"/>
          <w:szCs w:val="24"/>
        </w:rPr>
        <w:t>DOWE W RAMACH PRZEDMIOTU</w:t>
      </w:r>
    </w:p>
    <w:p w14:paraId="4B7EB43F" w14:textId="77777777" w:rsidR="0085747A" w:rsidRPr="00540D7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540D74" w14:paraId="2CD2AF82" w14:textId="77777777" w:rsidTr="0004571D">
        <w:trPr>
          <w:trHeight w:val="397"/>
        </w:trPr>
        <w:tc>
          <w:tcPr>
            <w:tcW w:w="4111" w:type="dxa"/>
          </w:tcPr>
          <w:p w14:paraId="56D5AB94" w14:textId="77777777" w:rsidR="0085747A" w:rsidRPr="00540D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5E242CAC" w14:textId="77777777" w:rsidR="0085747A" w:rsidRPr="00540D74" w:rsidRDefault="0004571D" w:rsidP="00045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40D74" w14:paraId="49245521" w14:textId="77777777" w:rsidTr="0004571D">
        <w:trPr>
          <w:trHeight w:val="397"/>
        </w:trPr>
        <w:tc>
          <w:tcPr>
            <w:tcW w:w="4111" w:type="dxa"/>
          </w:tcPr>
          <w:p w14:paraId="29A3CCB8" w14:textId="77777777" w:rsidR="0085747A" w:rsidRPr="00540D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BF1750E" w14:textId="77777777" w:rsidR="0085747A" w:rsidRPr="00540D74" w:rsidRDefault="0004571D" w:rsidP="000457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E2B1ED" w14:textId="77777777" w:rsidR="003E1941" w:rsidRPr="00540D7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089E5" w14:textId="77777777" w:rsidR="0085747A" w:rsidRPr="00540D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40D74">
        <w:rPr>
          <w:rFonts w:ascii="Corbel" w:hAnsi="Corbel"/>
          <w:smallCaps w:val="0"/>
          <w:szCs w:val="24"/>
        </w:rPr>
        <w:t xml:space="preserve">7. </w:t>
      </w:r>
      <w:r w:rsidR="0085747A" w:rsidRPr="00540D74">
        <w:rPr>
          <w:rFonts w:ascii="Corbel" w:hAnsi="Corbel"/>
          <w:smallCaps w:val="0"/>
          <w:szCs w:val="24"/>
        </w:rPr>
        <w:t>LITERATURA</w:t>
      </w:r>
    </w:p>
    <w:p w14:paraId="1B46E3E5" w14:textId="77777777" w:rsidR="00675843" w:rsidRPr="00540D7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40D74" w14:paraId="03093375" w14:textId="77777777" w:rsidTr="76B9972B">
        <w:trPr>
          <w:trHeight w:val="397"/>
        </w:trPr>
        <w:tc>
          <w:tcPr>
            <w:tcW w:w="9639" w:type="dxa"/>
          </w:tcPr>
          <w:p w14:paraId="09A18988" w14:textId="77777777" w:rsidR="0085747A" w:rsidRPr="00540D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525E8DF" w14:textId="77777777" w:rsidR="00EC31E8" w:rsidRPr="00540D74" w:rsidRDefault="00EC31E8" w:rsidP="00EC31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540D74">
              <w:rPr>
                <w:rFonts w:ascii="Corbel" w:hAnsi="Corbel"/>
                <w:b w:val="0"/>
                <w:smallCaps w:val="0"/>
                <w:szCs w:val="24"/>
              </w:rPr>
              <w:t>Kotler</w:t>
            </w:r>
            <w:proofErr w:type="spellEnd"/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540D74">
              <w:rPr>
                <w:rFonts w:ascii="Corbel" w:hAnsi="Corbel"/>
                <w:b w:val="0"/>
                <w:smallCaps w:val="0"/>
                <w:szCs w:val="24"/>
              </w:rPr>
              <w:t>Ph</w:t>
            </w:r>
            <w:proofErr w:type="spellEnd"/>
            <w:r w:rsidRPr="00540D74">
              <w:rPr>
                <w:rFonts w:ascii="Corbel" w:hAnsi="Corbel"/>
                <w:b w:val="0"/>
                <w:smallCaps w:val="0"/>
                <w:szCs w:val="24"/>
              </w:rPr>
              <w:t>., Lee. N. Marketing w sektorze publicznym. Wharton School Publishing – Koźmiński Przedsiębiorczość i Zarządzanie., Warszawa 2008.</w:t>
            </w:r>
          </w:p>
          <w:p w14:paraId="6A636AE8" w14:textId="79F2866C" w:rsidR="006D3188" w:rsidRPr="00540D74" w:rsidRDefault="00467DC3" w:rsidP="76B9972B">
            <w:pPr>
              <w:shd w:val="clear" w:color="auto" w:fill="FFFFFF" w:themeFill="background1"/>
              <w:spacing w:after="0" w:line="240" w:lineRule="auto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2. Budzyński W., </w:t>
            </w:r>
            <w:r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PR public relations : wizerunek, reputacja, tożsamość</w:t>
            </w:r>
            <w:r w:rsidR="006D3188"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Poltext</w:t>
            </w:r>
            <w:proofErr w:type="spellEnd"/>
            <w:r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,</w:t>
            </w:r>
            <w:r w:rsidR="006D3188"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 Warszawa </w:t>
            </w:r>
            <w:r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2018</w:t>
            </w:r>
            <w:r w:rsidR="0599F47E" w:rsidRPr="76B9972B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540D74" w14:paraId="739F8680" w14:textId="77777777" w:rsidTr="76B9972B">
        <w:trPr>
          <w:trHeight w:val="397"/>
        </w:trPr>
        <w:tc>
          <w:tcPr>
            <w:tcW w:w="9639" w:type="dxa"/>
          </w:tcPr>
          <w:p w14:paraId="1307B592" w14:textId="77777777" w:rsidR="0085747A" w:rsidRPr="00540D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0D7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9CD6002" w14:textId="19C08C33" w:rsidR="006F479B" w:rsidRPr="00540D74" w:rsidRDefault="00EC31E8" w:rsidP="76B9972B">
            <w:pPr>
              <w:shd w:val="clear" w:color="auto" w:fill="FFFFFF" w:themeFill="background1"/>
              <w:spacing w:after="0" w:line="240" w:lineRule="auto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1. Widera Z., Media w komunikacji marketingowej organizacji usług publicznych  Wydawnictwo  Uniwersytetu  Ekonomicznego w Katowicach,  Katowice 2018</w:t>
            </w:r>
            <w:r w:rsidR="50FDE6C2"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4CA635E2" w14:textId="464C8363" w:rsidR="00EC31E8" w:rsidRPr="00540D74" w:rsidRDefault="00EC31E8" w:rsidP="76B9972B">
            <w:pPr>
              <w:shd w:val="clear" w:color="auto" w:fill="FFFFFF" w:themeFill="background1"/>
              <w:spacing w:after="0" w:line="240" w:lineRule="auto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2.Reformat B., Biznes w kulturze - kultura w biznesie: nowe trendy w otoczeniu jednostek </w:t>
            </w:r>
            <w:r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lastRenderedPageBreak/>
              <w:t>kultury, Wydawnictwo Uniwersytetu Ekonomicznego  w Katowicach, Katowice 2019</w:t>
            </w:r>
            <w:r w:rsidR="7EA85044" w:rsidRPr="76B9972B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0861CA1E" w14:textId="4768AF27" w:rsidR="00EC31E8" w:rsidRPr="00540D74" w:rsidRDefault="7EA85044" w:rsidP="76B9972B">
            <w:pPr>
              <w:shd w:val="clear" w:color="auto" w:fill="FFFFFF" w:themeFill="background1"/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6B9972B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eastAsia="pl-PL"/>
              </w:rPr>
              <w:t xml:space="preserve">3. </w:t>
            </w:r>
            <w:r w:rsidRPr="76B9972B">
              <w:rPr>
                <w:rFonts w:ascii="Corbel" w:eastAsia="Corbel" w:hAnsi="Corbel" w:cs="Corbel"/>
                <w:sz w:val="24"/>
                <w:szCs w:val="24"/>
              </w:rPr>
              <w:t>W. Kuźniar, 2018, Kreowanie wartości marki terytorialnej w kontekście  koncepcji  współtworzenia wartości [w:] Budowanie i konstruowanie marki lokalnej, narodowej i wielokulturowej na pograniczu, red. J. Kurczewska, D. Wojakowski, „Pogranicze. Studia Społeczne”,  tom XXXIII, s. 53 – 64</w:t>
            </w:r>
            <w:r w:rsidR="171DBA4F" w:rsidRPr="76B9972B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  <w:p w14:paraId="46E8FF86" w14:textId="673CF45B" w:rsidR="00EC31E8" w:rsidRPr="00540D74" w:rsidRDefault="7EA85044" w:rsidP="76B9972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76B9972B">
              <w:rPr>
                <w:rFonts w:ascii="Corbel" w:eastAsia="Corbel" w:hAnsi="Corbel" w:cs="Corbel"/>
                <w:sz w:val="24"/>
                <w:szCs w:val="24"/>
              </w:rPr>
              <w:t xml:space="preserve">4. </w:t>
            </w:r>
            <w:r w:rsidR="742A2578" w:rsidRPr="76B9972B">
              <w:rPr>
                <w:rFonts w:ascii="Corbel" w:eastAsia="Corbel" w:hAnsi="Corbel" w:cs="Corbel"/>
                <w:sz w:val="24"/>
                <w:szCs w:val="24"/>
              </w:rPr>
              <w:t xml:space="preserve">Kawa M., Kuźniar W., Spółdzielnie socjalne jako instytucje odpowiedzialności społecznej, </w:t>
            </w:r>
            <w:proofErr w:type="spellStart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="742A2578" w:rsidRPr="76B9972B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742A2578" w:rsidRPr="76B9972B">
              <w:rPr>
                <w:rFonts w:ascii="Corbel" w:eastAsia="Corbel" w:hAnsi="Corbel" w:cs="Corbel"/>
                <w:sz w:val="24"/>
                <w:szCs w:val="24"/>
                <w:lang w:val="en-US"/>
              </w:rPr>
              <w:t>, nr  48 (4/2016), s.389 – 401</w:t>
            </w:r>
            <w:r w:rsidR="742A2578" w:rsidRPr="76B9972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</w:tc>
      </w:tr>
    </w:tbl>
    <w:p w14:paraId="49F7E000" w14:textId="77777777" w:rsidR="0085747A" w:rsidRPr="00540D7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593172" w14:textId="77777777" w:rsidR="0085747A" w:rsidRPr="00540D7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40D7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40D7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AB9DF2" w14:textId="77777777" w:rsidR="003A63BF" w:rsidRDefault="003A63BF" w:rsidP="00C16ABF">
      <w:pPr>
        <w:spacing w:after="0" w:line="240" w:lineRule="auto"/>
      </w:pPr>
      <w:r>
        <w:separator/>
      </w:r>
    </w:p>
  </w:endnote>
  <w:endnote w:type="continuationSeparator" w:id="0">
    <w:p w14:paraId="1DBD0E60" w14:textId="77777777" w:rsidR="003A63BF" w:rsidRDefault="003A63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59ABB9" w14:textId="77777777" w:rsidR="003A63BF" w:rsidRDefault="003A63BF" w:rsidP="00C16ABF">
      <w:pPr>
        <w:spacing w:after="0" w:line="240" w:lineRule="auto"/>
      </w:pPr>
      <w:r>
        <w:separator/>
      </w:r>
    </w:p>
  </w:footnote>
  <w:footnote w:type="continuationSeparator" w:id="0">
    <w:p w14:paraId="24B742DC" w14:textId="77777777" w:rsidR="003A63BF" w:rsidRDefault="003A63BF" w:rsidP="00C16ABF">
      <w:pPr>
        <w:spacing w:after="0" w:line="240" w:lineRule="auto"/>
      </w:pPr>
      <w:r>
        <w:continuationSeparator/>
      </w:r>
    </w:p>
  </w:footnote>
  <w:footnote w:id="1">
    <w:p w14:paraId="625428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D54385"/>
    <w:multiLevelType w:val="hybridMultilevel"/>
    <w:tmpl w:val="D8327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CF9"/>
    <w:rsid w:val="000048FD"/>
    <w:rsid w:val="000077B4"/>
    <w:rsid w:val="00015B8F"/>
    <w:rsid w:val="00022ECE"/>
    <w:rsid w:val="00042A51"/>
    <w:rsid w:val="00042D2E"/>
    <w:rsid w:val="00044C82"/>
    <w:rsid w:val="0004571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220B"/>
    <w:rsid w:val="0022477D"/>
    <w:rsid w:val="002278A9"/>
    <w:rsid w:val="002336F9"/>
    <w:rsid w:val="0024028F"/>
    <w:rsid w:val="00244ABC"/>
    <w:rsid w:val="00250374"/>
    <w:rsid w:val="00281FF2"/>
    <w:rsid w:val="002857DE"/>
    <w:rsid w:val="00291567"/>
    <w:rsid w:val="002931F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56C"/>
    <w:rsid w:val="003343CF"/>
    <w:rsid w:val="00346FE9"/>
    <w:rsid w:val="0034759A"/>
    <w:rsid w:val="003503F6"/>
    <w:rsid w:val="003530DD"/>
    <w:rsid w:val="00363F78"/>
    <w:rsid w:val="003A0A5B"/>
    <w:rsid w:val="003A1176"/>
    <w:rsid w:val="003A63BF"/>
    <w:rsid w:val="003A78D1"/>
    <w:rsid w:val="003C0BAE"/>
    <w:rsid w:val="003D18A9"/>
    <w:rsid w:val="003D6CE2"/>
    <w:rsid w:val="003E1941"/>
    <w:rsid w:val="003E2FE6"/>
    <w:rsid w:val="003E49D5"/>
    <w:rsid w:val="003F205D"/>
    <w:rsid w:val="003F31E7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DC3"/>
    <w:rsid w:val="004706D1"/>
    <w:rsid w:val="00471326"/>
    <w:rsid w:val="0047598D"/>
    <w:rsid w:val="00475F19"/>
    <w:rsid w:val="004840FD"/>
    <w:rsid w:val="00490F7D"/>
    <w:rsid w:val="00491678"/>
    <w:rsid w:val="00495D79"/>
    <w:rsid w:val="004968E2"/>
    <w:rsid w:val="004A3EEA"/>
    <w:rsid w:val="004A4D1F"/>
    <w:rsid w:val="004D5282"/>
    <w:rsid w:val="004D6776"/>
    <w:rsid w:val="004F1551"/>
    <w:rsid w:val="004F55A3"/>
    <w:rsid w:val="0050496F"/>
    <w:rsid w:val="00513B6F"/>
    <w:rsid w:val="00517C63"/>
    <w:rsid w:val="005363C4"/>
    <w:rsid w:val="00536BDE"/>
    <w:rsid w:val="00540D74"/>
    <w:rsid w:val="00543ACC"/>
    <w:rsid w:val="00550B0E"/>
    <w:rsid w:val="0056696D"/>
    <w:rsid w:val="0059484D"/>
    <w:rsid w:val="005A0855"/>
    <w:rsid w:val="005A133C"/>
    <w:rsid w:val="005A24BF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137"/>
    <w:rsid w:val="006D050F"/>
    <w:rsid w:val="006D3188"/>
    <w:rsid w:val="006D6139"/>
    <w:rsid w:val="006E5D65"/>
    <w:rsid w:val="006F1282"/>
    <w:rsid w:val="006F1FBC"/>
    <w:rsid w:val="006F31E2"/>
    <w:rsid w:val="006F479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16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BA2"/>
    <w:rsid w:val="00923D7D"/>
    <w:rsid w:val="009448BD"/>
    <w:rsid w:val="009508DF"/>
    <w:rsid w:val="00950DAC"/>
    <w:rsid w:val="00954A07"/>
    <w:rsid w:val="00984B23"/>
    <w:rsid w:val="00991867"/>
    <w:rsid w:val="00997F14"/>
    <w:rsid w:val="009A78D9"/>
    <w:rsid w:val="009B2449"/>
    <w:rsid w:val="009C3E31"/>
    <w:rsid w:val="009C54AE"/>
    <w:rsid w:val="009C788E"/>
    <w:rsid w:val="009D3F3B"/>
    <w:rsid w:val="009D78E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13B"/>
    <w:rsid w:val="00A43BF6"/>
    <w:rsid w:val="00A53FA5"/>
    <w:rsid w:val="00A54817"/>
    <w:rsid w:val="00A57F9E"/>
    <w:rsid w:val="00A601C8"/>
    <w:rsid w:val="00A60799"/>
    <w:rsid w:val="00A84C85"/>
    <w:rsid w:val="00A97DE1"/>
    <w:rsid w:val="00AB053C"/>
    <w:rsid w:val="00AD1146"/>
    <w:rsid w:val="00AD27D3"/>
    <w:rsid w:val="00AD2A9B"/>
    <w:rsid w:val="00AD560C"/>
    <w:rsid w:val="00AD66D6"/>
    <w:rsid w:val="00AE1160"/>
    <w:rsid w:val="00AE203C"/>
    <w:rsid w:val="00AE2E74"/>
    <w:rsid w:val="00AE5FCB"/>
    <w:rsid w:val="00AF15F5"/>
    <w:rsid w:val="00AF2C1E"/>
    <w:rsid w:val="00AF3E0A"/>
    <w:rsid w:val="00B06142"/>
    <w:rsid w:val="00B135B1"/>
    <w:rsid w:val="00B15B0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58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BFC"/>
    <w:rsid w:val="00C26CB7"/>
    <w:rsid w:val="00C324C1"/>
    <w:rsid w:val="00C36992"/>
    <w:rsid w:val="00C56036"/>
    <w:rsid w:val="00C61DC5"/>
    <w:rsid w:val="00C67E92"/>
    <w:rsid w:val="00C70A26"/>
    <w:rsid w:val="00C766DF"/>
    <w:rsid w:val="00C9387E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2CA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D33"/>
    <w:rsid w:val="00E51E44"/>
    <w:rsid w:val="00E6051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31E8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E06"/>
    <w:rsid w:val="00FD503F"/>
    <w:rsid w:val="00FD7589"/>
    <w:rsid w:val="00FE1CA3"/>
    <w:rsid w:val="00FF016A"/>
    <w:rsid w:val="00FF1401"/>
    <w:rsid w:val="00FF5E7D"/>
    <w:rsid w:val="0599F47E"/>
    <w:rsid w:val="0DA99BD8"/>
    <w:rsid w:val="171DBA4F"/>
    <w:rsid w:val="1AC4F673"/>
    <w:rsid w:val="2B05B9DF"/>
    <w:rsid w:val="34F06424"/>
    <w:rsid w:val="467158E2"/>
    <w:rsid w:val="50FDE6C2"/>
    <w:rsid w:val="56280BB9"/>
    <w:rsid w:val="742A2578"/>
    <w:rsid w:val="76B9972B"/>
    <w:rsid w:val="7EA8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822C"/>
  <w15:docId w15:val="{AC79FD2F-9A40-4A18-A73D-6A75CA0D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E1C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E1CA3"/>
  </w:style>
  <w:style w:type="character" w:customStyle="1" w:styleId="spellingerror">
    <w:name w:val="spellingerror"/>
    <w:basedOn w:val="Domylnaczcionkaakapitu"/>
    <w:rsid w:val="00FE1CA3"/>
  </w:style>
  <w:style w:type="character" w:customStyle="1" w:styleId="eop">
    <w:name w:val="eop"/>
    <w:basedOn w:val="Domylnaczcionkaakapitu"/>
    <w:rsid w:val="00FE1CA3"/>
  </w:style>
  <w:style w:type="character" w:styleId="Odwoaniedokomentarza">
    <w:name w:val="annotation reference"/>
    <w:basedOn w:val="Domylnaczcionkaakapitu"/>
    <w:uiPriority w:val="99"/>
    <w:semiHidden/>
    <w:unhideWhenUsed/>
    <w:rsid w:val="002222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22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220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22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220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56D1C9-D2A3-437C-B665-7AE705A576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C9AC70-819A-4236-8C70-F61BC83D46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48CB12-B58E-4609-A09A-CECF5C000B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D08C9D-1E06-4319-AEEA-56735E148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1141</Words>
  <Characters>6848</Characters>
  <Application>Microsoft Office Word</Application>
  <DocSecurity>0</DocSecurity>
  <Lines>57</Lines>
  <Paragraphs>15</Paragraphs>
  <ScaleCrop>false</ScaleCrop>
  <Company>Hewlett-Packard Company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2020-11-26T14:53:00Z</dcterms:created>
  <dcterms:modified xsi:type="dcterms:W3CDTF">2021-02-12T09:15:00Z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